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3248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625DF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3248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</w:t>
            </w:r>
            <w:r w:rsidR="00625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6</w:t>
            </w:r>
            <w:r w:rsidR="00A40B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625DFC" w:rsidRPr="00625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Ο2.Ε77 </w:t>
            </w:r>
            <w:bookmarkStart w:id="0" w:name="_GoBack"/>
            <w:bookmarkEnd w:id="0"/>
            <w:r w:rsidR="00625DFC" w:rsidRPr="00625DFC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UPS</w:t>
            </w:r>
            <w:r w:rsidR="00625DFC" w:rsidRPr="00625DFC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3248B" w:rsidRPr="00DF25B3" w:rsidTr="00AB1D6D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625DFC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625DFC">
              <w:rPr>
                <w:rFonts w:ascii="Arial" w:hAnsi="Arial" w:cs="Arial"/>
                <w:color w:val="000000"/>
                <w:lang w:eastAsia="el-GR"/>
              </w:rPr>
              <w:t>ΤΡΟΦΟΔΟΤΙΚΟ ΑΔΕΙΑΛΕΙΠΤΗΣ ΠΑΡΟΧΗΣ ΕΝΕΡΓΕΙΑΣ - ΠΡΟΔΙΑΓΡΑΦΕΣ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>Τύπος: (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VI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 xml:space="preserve">)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Line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Interactive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>Ισχύς (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VA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 xml:space="preserve">): 2000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VA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>Ισχύς (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Watt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 xml:space="preserve">): 1800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W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 xml:space="preserve">Μέγεθος: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Tower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</w:r>
            <w:proofErr w:type="spellStart"/>
            <w:r w:rsidRPr="00625DFC">
              <w:rPr>
                <w:rFonts w:ascii="Arial" w:hAnsi="Arial" w:cs="Arial"/>
                <w:color w:val="000000"/>
                <w:lang w:eastAsia="el-GR"/>
              </w:rPr>
              <w:t>Κυματομορφή</w:t>
            </w:r>
            <w:proofErr w:type="spellEnd"/>
            <w:r w:rsidRPr="00625DFC">
              <w:rPr>
                <w:rFonts w:ascii="Arial" w:hAnsi="Arial" w:cs="Arial"/>
                <w:color w:val="000000"/>
                <w:lang w:eastAsia="el-GR"/>
              </w:rPr>
              <w:t xml:space="preserve"> Εξόδου: Τροποποιημένου Ημιτόνου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 xml:space="preserve">Συνδεσιμότητα 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 xml:space="preserve">Θύρες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USB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>: Ναι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 xml:space="preserve">Πρίζες </w:t>
            </w:r>
            <w:r w:rsidRPr="00625DFC">
              <w:rPr>
                <w:rFonts w:ascii="Arial" w:hAnsi="Arial" w:cs="Arial"/>
                <w:color w:val="000000"/>
                <w:lang w:val="en-GB" w:eastAsia="el-GR"/>
              </w:rPr>
              <w:t>AC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t>: 3</w:t>
            </w:r>
            <w:r w:rsidRPr="00625DFC">
              <w:rPr>
                <w:rFonts w:ascii="Arial" w:hAnsi="Arial" w:cs="Arial"/>
                <w:color w:val="000000"/>
                <w:lang w:eastAsia="el-GR"/>
              </w:rPr>
              <w:br/>
              <w:t xml:space="preserve">Τύπος Πρίζας: </w:t>
            </w:r>
            <w:proofErr w:type="spellStart"/>
            <w:r w:rsidRPr="00625DFC">
              <w:rPr>
                <w:rFonts w:ascii="Arial" w:hAnsi="Arial" w:cs="Arial"/>
                <w:color w:val="000000"/>
                <w:lang w:val="en-GB" w:eastAsia="el-GR"/>
              </w:rPr>
              <w:t>Schuko</w:t>
            </w:r>
            <w:proofErr w:type="spellEnd"/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406FB0"/>
    <w:rsid w:val="00625DFC"/>
    <w:rsid w:val="00A40B4A"/>
    <w:rsid w:val="00E3248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1BE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55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2025-09-10T09:03:00Z</dcterms:created>
  <dcterms:modified xsi:type="dcterms:W3CDTF">2025-09-10T09:03:00Z</dcterms:modified>
</cp:coreProperties>
</file>